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83" w:rsidRPr="0002306F" w:rsidRDefault="00245C83" w:rsidP="00B56ED0">
      <w:pPr>
        <w:pStyle w:val="BodyText"/>
        <w:framePr w:wrap="notBeside"/>
        <w:jc w:val="left"/>
        <w:rPr>
          <w:rFonts w:ascii="Times New Roman" w:hAnsi="Times New Roman"/>
          <w:sz w:val="22"/>
          <w:szCs w:val="22"/>
        </w:rPr>
      </w:pPr>
    </w:p>
    <w:p w:rsidR="00245C83" w:rsidRPr="0002306F" w:rsidRDefault="00245C83" w:rsidP="00B56ED0">
      <w:pPr>
        <w:pStyle w:val="BodyText"/>
        <w:framePr w:wrap="notBeside"/>
        <w:jc w:val="left"/>
        <w:rPr>
          <w:rFonts w:ascii="Times New Roman" w:hAnsi="Times New Roman"/>
          <w:sz w:val="22"/>
          <w:szCs w:val="22"/>
        </w:rPr>
      </w:pPr>
    </w:p>
    <w:p w:rsidR="00245C83" w:rsidRPr="0002306F" w:rsidRDefault="00245C83" w:rsidP="00B56ED0">
      <w:pPr>
        <w:pStyle w:val="BodyText"/>
        <w:framePr w:wrap="notBeside"/>
        <w:jc w:val="left"/>
        <w:rPr>
          <w:rFonts w:ascii="Times New Roman" w:hAnsi="Times New Roman"/>
          <w:sz w:val="22"/>
          <w:szCs w:val="22"/>
        </w:rPr>
      </w:pPr>
    </w:p>
    <w:p w:rsidR="00245C83" w:rsidRDefault="00245C83" w:rsidP="00D90F91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D90F91">
        <w:rPr>
          <w:rFonts w:ascii="Arial" w:hAnsi="Arial" w:cs="Arial"/>
          <w:b/>
          <w:color w:val="000000"/>
        </w:rPr>
        <w:t>Cover Letter</w:t>
      </w:r>
    </w:p>
    <w:p w:rsidR="00245C83" w:rsidRPr="00D90F91" w:rsidRDefault="00245C83" w:rsidP="00D90F9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</w:p>
    <w:p w:rsidR="00245C83" w:rsidRPr="00CD5B8D" w:rsidRDefault="00245C83" w:rsidP="00F56F0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CD5B8D">
        <w:rPr>
          <w:rFonts w:ascii="Arial" w:hAnsi="Arial" w:cs="Arial"/>
          <w:color w:val="000000"/>
        </w:rPr>
        <w:t xml:space="preserve">Dear Benjamin, </w:t>
      </w:r>
    </w:p>
    <w:p w:rsidR="00245C83" w:rsidRPr="00CD5B8D" w:rsidRDefault="00245C83" w:rsidP="00CD5B8D">
      <w:pPr>
        <w:pStyle w:val="NoSpacing"/>
        <w:spacing w:line="360" w:lineRule="auto"/>
        <w:rPr>
          <w:rFonts w:ascii="Arial" w:hAnsi="Arial" w:cs="Arial"/>
          <w:sz w:val="24"/>
          <w:szCs w:val="24"/>
          <w:lang w:eastAsia="zh-CN"/>
        </w:rPr>
      </w:pPr>
      <w:r w:rsidRPr="00CD5B8D">
        <w:rPr>
          <w:rFonts w:ascii="Arial" w:hAnsi="Arial" w:cs="Arial"/>
          <w:sz w:val="24"/>
          <w:szCs w:val="24"/>
        </w:rPr>
        <w:t xml:space="preserve">On behalf of </w:t>
      </w:r>
      <w:r w:rsidRPr="00CD5B8D">
        <w:rPr>
          <w:rFonts w:ascii="Arial" w:eastAsia="SimSun" w:hAnsi="Arial" w:cs="Arial"/>
          <w:sz w:val="24"/>
          <w:szCs w:val="24"/>
        </w:rPr>
        <w:t xml:space="preserve">myself and </w:t>
      </w:r>
      <w:r w:rsidRPr="00CD5B8D">
        <w:rPr>
          <w:rFonts w:ascii="Arial" w:hAnsi="Arial" w:cs="Arial"/>
          <w:sz w:val="24"/>
          <w:szCs w:val="24"/>
        </w:rPr>
        <w:t xml:space="preserve">all the </w:t>
      </w:r>
      <w:r w:rsidRPr="00CD5B8D">
        <w:rPr>
          <w:rFonts w:ascii="Arial" w:eastAsia="SimSun" w:hAnsi="Arial" w:cs="Arial"/>
          <w:sz w:val="24"/>
          <w:szCs w:val="24"/>
        </w:rPr>
        <w:t>co-</w:t>
      </w:r>
      <w:r w:rsidRPr="00CD5B8D">
        <w:rPr>
          <w:rFonts w:ascii="Arial" w:hAnsi="Arial" w:cs="Arial"/>
          <w:sz w:val="24"/>
          <w:szCs w:val="24"/>
        </w:rPr>
        <w:t>authors, Elijah N. McCool</w:t>
      </w:r>
      <w:r w:rsidRPr="00CD5B8D">
        <w:rPr>
          <w:rFonts w:ascii="Arial" w:eastAsia="SimSun" w:hAnsi="Arial" w:cs="Arial"/>
          <w:sz w:val="24"/>
          <w:szCs w:val="24"/>
        </w:rPr>
        <w:t>,</w:t>
      </w:r>
      <w:r w:rsidRPr="00CD5B8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D5B8D">
        <w:rPr>
          <w:rFonts w:ascii="Arial" w:hAnsi="Arial" w:cs="Arial"/>
          <w:sz w:val="24"/>
          <w:szCs w:val="24"/>
        </w:rPr>
        <w:t>Rachele</w:t>
      </w:r>
      <w:proofErr w:type="spellEnd"/>
      <w:r w:rsidRPr="00CD5B8D">
        <w:rPr>
          <w:rFonts w:ascii="Arial" w:hAnsi="Arial" w:cs="Arial"/>
          <w:sz w:val="24"/>
          <w:szCs w:val="24"/>
        </w:rPr>
        <w:t xml:space="preserve"> A. </w:t>
      </w:r>
      <w:proofErr w:type="spellStart"/>
      <w:r w:rsidRPr="00CD5B8D">
        <w:rPr>
          <w:rFonts w:ascii="Arial" w:hAnsi="Arial" w:cs="Arial"/>
          <w:sz w:val="24"/>
          <w:szCs w:val="24"/>
        </w:rPr>
        <w:t>Lubeckyj</w:t>
      </w:r>
      <w:proofErr w:type="spellEnd"/>
      <w:r w:rsidRPr="00CD5B8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D5B8D">
        <w:rPr>
          <w:rFonts w:ascii="Arial" w:hAnsi="Arial" w:cs="Arial"/>
          <w:sz w:val="24"/>
          <w:szCs w:val="24"/>
        </w:rPr>
        <w:t>Xiaojing</w:t>
      </w:r>
      <w:proofErr w:type="spellEnd"/>
      <w:r w:rsidRPr="00CD5B8D">
        <w:rPr>
          <w:rFonts w:ascii="Arial" w:hAnsi="Arial" w:cs="Arial"/>
          <w:sz w:val="24"/>
          <w:szCs w:val="24"/>
        </w:rPr>
        <w:t xml:space="preserve"> Shen, </w:t>
      </w:r>
      <w:proofErr w:type="spellStart"/>
      <w:r w:rsidRPr="00CD5B8D">
        <w:rPr>
          <w:rFonts w:ascii="Arial" w:hAnsi="Arial" w:cs="Arial"/>
          <w:sz w:val="24"/>
          <w:szCs w:val="24"/>
        </w:rPr>
        <w:t>Qiang</w:t>
      </w:r>
      <w:proofErr w:type="spellEnd"/>
      <w:r w:rsidRPr="00CD5B8D">
        <w:rPr>
          <w:rFonts w:ascii="Arial" w:hAnsi="Arial" w:cs="Arial"/>
          <w:sz w:val="24"/>
          <w:szCs w:val="24"/>
        </w:rPr>
        <w:t xml:space="preserve"> Kou, </w:t>
      </w:r>
      <w:proofErr w:type="spellStart"/>
      <w:r w:rsidRPr="00CD5B8D">
        <w:rPr>
          <w:rFonts w:ascii="Arial" w:hAnsi="Arial" w:cs="Arial"/>
          <w:sz w:val="24"/>
          <w:szCs w:val="24"/>
        </w:rPr>
        <w:t>Xiaowen</w:t>
      </w:r>
      <w:proofErr w:type="spellEnd"/>
      <w:r w:rsidRPr="00CD5B8D">
        <w:rPr>
          <w:rFonts w:ascii="Arial" w:hAnsi="Arial" w:cs="Arial"/>
          <w:sz w:val="24"/>
          <w:szCs w:val="24"/>
        </w:rPr>
        <w:t xml:space="preserve"> Liu, I am submitting </w:t>
      </w:r>
      <w:r w:rsidR="008A3E54">
        <w:rPr>
          <w:rFonts w:ascii="Arial" w:hAnsi="Arial" w:cs="Arial"/>
          <w:sz w:val="24"/>
          <w:szCs w:val="24"/>
        </w:rPr>
        <w:t xml:space="preserve">the revised manuscript </w:t>
      </w:r>
      <w:r w:rsidR="008A3E54">
        <w:rPr>
          <w:rFonts w:ascii="Arial" w:eastAsia="SimSun" w:hAnsi="Arial" w:cs="Arial"/>
          <w:sz w:val="24"/>
          <w:szCs w:val="24"/>
        </w:rPr>
        <w:t xml:space="preserve">titled </w:t>
      </w:r>
      <w:r w:rsidRPr="00CD5B8D">
        <w:rPr>
          <w:rFonts w:ascii="Arial" w:hAnsi="Arial" w:cs="Arial"/>
          <w:sz w:val="24"/>
          <w:szCs w:val="24"/>
        </w:rPr>
        <w:t>“</w:t>
      </w:r>
      <w:r w:rsidRPr="00CD5B8D">
        <w:rPr>
          <w:rFonts w:ascii="Arial" w:hAnsi="Arial" w:cs="Arial"/>
          <w:bCs/>
          <w:sz w:val="24"/>
          <w:szCs w:val="24"/>
        </w:rPr>
        <w:t>Large-scale Top-down Proteomics Using Capillary Zone Electrophoresis Tandem Mass Spectrometry</w:t>
      </w:r>
      <w:r w:rsidRPr="00CD5B8D">
        <w:rPr>
          <w:rFonts w:ascii="Arial" w:hAnsi="Arial" w:cs="Arial"/>
          <w:sz w:val="24"/>
          <w:szCs w:val="24"/>
        </w:rPr>
        <w:t>” to</w:t>
      </w:r>
      <w:r w:rsidRPr="00CD5B8D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Pr="00CD5B8D">
        <w:rPr>
          <w:rFonts w:ascii="Arial" w:hAnsi="Arial" w:cs="Arial"/>
          <w:i/>
          <w:sz w:val="24"/>
          <w:szCs w:val="24"/>
          <w:lang w:eastAsia="zh-CN"/>
        </w:rPr>
        <w:t>JoVE</w:t>
      </w:r>
      <w:proofErr w:type="spellEnd"/>
      <w:r w:rsidRPr="00CD5B8D">
        <w:rPr>
          <w:rFonts w:ascii="Arial" w:hAnsi="Arial" w:cs="Arial"/>
          <w:sz w:val="24"/>
          <w:szCs w:val="24"/>
          <w:lang w:eastAsia="zh-CN"/>
        </w:rPr>
        <w:t>.</w:t>
      </w:r>
    </w:p>
    <w:p w:rsidR="00245C83" w:rsidRDefault="00245C83" w:rsidP="00F56F0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</w:p>
    <w:p w:rsidR="008A3E54" w:rsidRDefault="008A3E54" w:rsidP="00F56F0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In the revised</w:t>
      </w:r>
      <w:r w:rsidR="00245C83">
        <w:rPr>
          <w:rFonts w:ascii="Arial" w:hAnsi="Arial" w:cs="Arial"/>
        </w:rPr>
        <w:t xml:space="preserve"> manuscript, we </w:t>
      </w:r>
      <w:r>
        <w:rPr>
          <w:rFonts w:ascii="Arial" w:hAnsi="Arial" w:cs="Arial"/>
        </w:rPr>
        <w:t>made changes based on the editor’s and reviewers’ comments. Since the changes are so thorough, we did not highlight the changes. We also provided a “</w:t>
      </w:r>
      <w:r w:rsidRPr="008A3E54">
        <w:rPr>
          <w:rFonts w:ascii="Arial" w:hAnsi="Arial" w:cs="Arial"/>
        </w:rPr>
        <w:t>responses to the comments</w:t>
      </w:r>
      <w:r>
        <w:rPr>
          <w:rFonts w:ascii="Arial" w:hAnsi="Arial" w:cs="Arial"/>
        </w:rPr>
        <w:t xml:space="preserve">” file containing point-by-point response to the comments. </w:t>
      </w:r>
    </w:p>
    <w:p w:rsidR="008A3E54" w:rsidRDefault="008A3E54" w:rsidP="00F56F0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</w:rPr>
      </w:pPr>
    </w:p>
    <w:p w:rsidR="00245C83" w:rsidRDefault="00245C83" w:rsidP="00F56F0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We greatly appreciate your kind consideration. </w:t>
      </w:r>
    </w:p>
    <w:p w:rsidR="00245C83" w:rsidRDefault="00245C83" w:rsidP="00B56ED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45C83" w:rsidRDefault="00245C83" w:rsidP="00B56ED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Sincerely,</w:t>
      </w:r>
    </w:p>
    <w:p w:rsidR="00245C83" w:rsidRDefault="00245C83" w:rsidP="00B56ED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A3E54" w:rsidRDefault="008A3E54" w:rsidP="00B56ED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9" type="#_x0000_t75" style="position:absolute;margin-left:.25pt;margin-top:4.3pt;width:113.2pt;height:23.25pt;z-index:1;visibility:visible">
            <v:imagedata r:id="rId7" o:title="" croptop="9362f" cropbottom="7801f" cropright="3764f"/>
            <w10:wrap type="square"/>
          </v:shape>
        </w:pict>
      </w:r>
    </w:p>
    <w:p w:rsidR="008A3E54" w:rsidRDefault="008A3E54" w:rsidP="00B56ED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bookmarkEnd w:id="0"/>
    </w:p>
    <w:p w:rsidR="008A3E54" w:rsidRDefault="008A3E54" w:rsidP="008A3E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A3E54" w:rsidRDefault="008A3E54" w:rsidP="008A3E5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Liangliang</w:t>
      </w:r>
      <w:proofErr w:type="spellEnd"/>
      <w:r>
        <w:rPr>
          <w:rFonts w:ascii="Arial" w:hAnsi="Arial" w:cs="Arial"/>
          <w:color w:val="000000"/>
        </w:rPr>
        <w:t xml:space="preserve"> Sun</w:t>
      </w:r>
    </w:p>
    <w:p w:rsidR="00245C83" w:rsidRPr="00206930" w:rsidRDefault="00245C83" w:rsidP="00BC6C1B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Assistant Professor at </w:t>
      </w:r>
      <w:r w:rsidRPr="00BC6C1B">
        <w:rPr>
          <w:rFonts w:ascii="Arial" w:hAnsi="Arial" w:cs="Arial"/>
          <w:color w:val="000000"/>
        </w:rPr>
        <w:t>Department of Chemistry, Michigan State University</w:t>
      </w:r>
      <w:r>
        <w:rPr>
          <w:rFonts w:ascii="Arial" w:hAnsi="Arial" w:cs="Arial"/>
          <w:color w:val="000000"/>
        </w:rPr>
        <w:t xml:space="preserve">                                         </w:t>
      </w:r>
      <w:r w:rsidRPr="00BC6C1B">
        <w:rPr>
          <w:rFonts w:ascii="Arial" w:hAnsi="Arial" w:cs="Arial"/>
          <w:color w:val="000000"/>
        </w:rPr>
        <w:t>578 S Shaw Ln, East Lansing, MI 48824</w:t>
      </w:r>
      <w:r>
        <w:rPr>
          <w:rFonts w:ascii="Arial" w:hAnsi="Arial" w:cs="Arial"/>
          <w:color w:val="000000"/>
        </w:rPr>
        <w:t xml:space="preserve">                                                        </w:t>
      </w:r>
      <w:r w:rsidRPr="00BC6C1B">
        <w:rPr>
          <w:rFonts w:ascii="Arial" w:hAnsi="Arial" w:cs="Arial"/>
          <w:color w:val="000000"/>
        </w:rPr>
        <w:t xml:space="preserve">Email: </w:t>
      </w:r>
      <w:hyperlink r:id="rId8" w:history="1">
        <w:r w:rsidRPr="0032213E">
          <w:rPr>
            <w:rStyle w:val="Hyperlink"/>
            <w:rFonts w:ascii="Arial" w:hAnsi="Arial" w:cs="Arial"/>
          </w:rPr>
          <w:t>lsun@chemistry.msu.edu</w:t>
        </w:r>
      </w:hyperlink>
      <w:r>
        <w:rPr>
          <w:rFonts w:ascii="Arial" w:hAnsi="Arial" w:cs="Arial"/>
          <w:color w:val="000000"/>
        </w:rPr>
        <w:t xml:space="preserve">   </w:t>
      </w:r>
      <w:r w:rsidRPr="00BC6C1B">
        <w:rPr>
          <w:rFonts w:ascii="Arial" w:hAnsi="Arial" w:cs="Arial"/>
          <w:color w:val="000000"/>
        </w:rPr>
        <w:t xml:space="preserve">Phone: </w:t>
      </w:r>
      <w:r w:rsidRPr="00BC6C1B">
        <w:rPr>
          <w:rFonts w:ascii="Arial" w:hAnsi="Arial" w:cs="Arial"/>
        </w:rPr>
        <w:t>517-353-0498</w:t>
      </w:r>
    </w:p>
    <w:p w:rsidR="00245C83" w:rsidRPr="00F07DCF" w:rsidRDefault="00245C83" w:rsidP="00F07DCF">
      <w:pPr>
        <w:spacing w:after="160" w:line="259" w:lineRule="auto"/>
        <w:rPr>
          <w:rFonts w:ascii="Arial" w:eastAsia="DengXian" w:hAnsi="Arial" w:cs="Arial"/>
          <w:b/>
          <w:color w:val="0070C0"/>
          <w:sz w:val="24"/>
          <w:szCs w:val="24"/>
          <w:lang w:eastAsia="zh-CN"/>
        </w:rPr>
      </w:pPr>
    </w:p>
    <w:sectPr w:rsidR="00245C83" w:rsidRPr="00F07DCF" w:rsidSect="001B3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08" w:bottom="1080" w:left="263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7CE" w:rsidRDefault="009127CE">
      <w:r>
        <w:separator/>
      </w:r>
    </w:p>
  </w:endnote>
  <w:endnote w:type="continuationSeparator" w:id="0">
    <w:p w:rsidR="009127CE" w:rsidRDefault="0091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ro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framePr w:hSpace="180" w:wrap="around" w:vAnchor="page" w:hAnchor="page" w:x="627" w:y="9185"/>
    </w:pPr>
  </w:p>
  <w:p w:rsidR="00245C83" w:rsidRDefault="00245C83" w:rsidP="0069267F">
    <w:pPr>
      <w:framePr w:w="2161" w:h="2016" w:hSpace="187" w:wrap="notBeside" w:vAnchor="page" w:hAnchor="page" w:x="243" w:y="9502"/>
      <w:jc w:val="right"/>
      <w:rPr>
        <w:rFonts w:ascii="Arial Narrow" w:hAnsi="Arial Narrow"/>
        <w:sz w:val="8"/>
      </w:rPr>
    </w:pPr>
  </w:p>
  <w:p w:rsidR="00245C83" w:rsidRPr="00E930DE" w:rsidRDefault="00245C83" w:rsidP="00E930DE">
    <w:pPr>
      <w:framePr w:w="2161" w:h="2016" w:hSpace="187" w:wrap="notBeside" w:vAnchor="page" w:hAnchor="page" w:x="243" w:y="9502"/>
      <w:spacing w:line="200" w:lineRule="exact"/>
      <w:ind w:right="14"/>
      <w:jc w:val="right"/>
      <w:rPr>
        <w:rFonts w:ascii="Helvetica-Narrow" w:hAnsi="Helvetica-Narrow" w:cs="Tms Rmn"/>
        <w:b/>
        <w:smallCaps/>
        <w:sz w:val="26"/>
      </w:rPr>
    </w:pPr>
    <w:r>
      <w:rPr>
        <w:rFonts w:ascii="Helvetica-Narrow" w:hAnsi="Helvetica-Narrow" w:cs="Tms Rmn"/>
        <w:b/>
        <w:smallCaps/>
        <w:sz w:val="26"/>
      </w:rPr>
      <w:t xml:space="preserve">department of </w:t>
    </w:r>
    <w:r w:rsidRPr="00E930DE">
      <w:rPr>
        <w:rFonts w:ascii="Helvetica-Narrow" w:hAnsi="Helvetica-Narrow" w:cs="Tms Rmn"/>
        <w:b/>
        <w:smallCaps/>
        <w:sz w:val="26"/>
      </w:rPr>
      <w:t>chemistry</w:t>
    </w:r>
  </w:p>
  <w:p w:rsidR="00245C83" w:rsidRPr="00E930DE" w:rsidRDefault="00245C83" w:rsidP="00E930DE">
    <w:pPr>
      <w:framePr w:w="2161" w:h="2016" w:hSpace="187" w:wrap="notBeside" w:vAnchor="page" w:hAnchor="page" w:x="243" w:y="9502"/>
      <w:spacing w:before="80" w:after="80" w:line="200" w:lineRule="exact"/>
      <w:ind w:right="14"/>
      <w:jc w:val="right"/>
      <w:rPr>
        <w:rFonts w:ascii="Helvetica-Narrow" w:hAnsi="Helvetica-Narrow" w:cs="Tms Rmn"/>
        <w:b/>
        <w:sz w:val="16"/>
      </w:rPr>
    </w:pPr>
    <w:smartTag w:uri="urn:schemas-microsoft-com:office:smarttags" w:element="place">
      <w:smartTag w:uri="urn:schemas-microsoft-com:office:smarttags" w:element="PlaceType">
        <w:r w:rsidRPr="00E930DE">
          <w:rPr>
            <w:rFonts w:ascii="Helvetica-Narrow" w:hAnsi="Helvetica-Narrow" w:cs="Tms Rmn"/>
            <w:b/>
            <w:sz w:val="16"/>
          </w:rPr>
          <w:t>College</w:t>
        </w:r>
      </w:smartTag>
      <w:r w:rsidRPr="00E930DE">
        <w:rPr>
          <w:rFonts w:ascii="Helvetica-Narrow" w:hAnsi="Helvetica-Narrow" w:cs="Tms Rmn"/>
          <w:b/>
          <w:sz w:val="16"/>
        </w:rPr>
        <w:t xml:space="preserve"> of </w:t>
      </w:r>
      <w:smartTag w:uri="urn:schemas-microsoft-com:office:smarttags" w:element="PlaceName">
        <w:r w:rsidRPr="00E930DE">
          <w:rPr>
            <w:rFonts w:ascii="Helvetica-Narrow" w:hAnsi="Helvetica-Narrow" w:cs="Tms Rmn"/>
            <w:b/>
            <w:sz w:val="16"/>
          </w:rPr>
          <w:t>Natural Science</w:t>
        </w:r>
      </w:smartTag>
    </w:smartTag>
  </w:p>
  <w:p w:rsidR="00245C83" w:rsidRPr="00E930DE" w:rsidRDefault="00245C83" w:rsidP="00E930DE">
    <w:pPr>
      <w:framePr w:w="2161" w:h="2016" w:hSpace="187" w:wrap="notBeside" w:vAnchor="page" w:hAnchor="page" w:x="243" w:y="9502"/>
      <w:spacing w:line="200" w:lineRule="exact"/>
      <w:ind w:right="14"/>
      <w:jc w:val="right"/>
      <w:rPr>
        <w:rFonts w:ascii="Helvetica-Narrow" w:hAnsi="Helvetica-Narrow" w:cs="Tms Rmn"/>
        <w:sz w:val="16"/>
      </w:rPr>
    </w:pPr>
    <w:smartTag w:uri="urn:schemas-microsoft-com:office:smarttags" w:element="place">
      <w:smartTag w:uri="urn:schemas-microsoft-com:office:smarttags" w:element="PlaceName">
        <w:r w:rsidRPr="00E930DE">
          <w:rPr>
            <w:rFonts w:ascii="Helvetica-Narrow" w:hAnsi="Helvetica-Narrow" w:cs="Tms Rmn"/>
            <w:sz w:val="16"/>
          </w:rPr>
          <w:t>Michigan</w:t>
        </w:r>
      </w:smartTag>
      <w:r w:rsidRPr="00E930DE">
        <w:rPr>
          <w:rFonts w:ascii="Helvetica-Narrow" w:hAnsi="Helvetica-Narrow" w:cs="Tms Rmn"/>
          <w:sz w:val="16"/>
        </w:rPr>
        <w:t xml:space="preserve"> </w:t>
      </w:r>
      <w:smartTag w:uri="urn:schemas-microsoft-com:office:smarttags" w:element="PlaceType">
        <w:r w:rsidRPr="00E930DE">
          <w:rPr>
            <w:rFonts w:ascii="Helvetica-Narrow" w:hAnsi="Helvetica-Narrow" w:cs="Tms Rmn"/>
            <w:sz w:val="16"/>
          </w:rPr>
          <w:t>State</w:t>
        </w:r>
      </w:smartTag>
      <w:r w:rsidRPr="00E930DE">
        <w:rPr>
          <w:rFonts w:ascii="Helvetica-Narrow" w:hAnsi="Helvetica-Narrow" w:cs="Tms Rmn"/>
          <w:sz w:val="16"/>
        </w:rPr>
        <w:t xml:space="preserve"> </w:t>
      </w:r>
      <w:smartTag w:uri="urn:schemas-microsoft-com:office:smarttags" w:element="PlaceType">
        <w:r w:rsidRPr="00E930DE">
          <w:rPr>
            <w:rFonts w:ascii="Helvetica-Narrow" w:hAnsi="Helvetica-Narrow" w:cs="Tms Rmn"/>
            <w:sz w:val="16"/>
          </w:rPr>
          <w:t>University</w:t>
        </w:r>
      </w:smartTag>
    </w:smartTag>
  </w:p>
  <w:p w:rsidR="00245C83" w:rsidRPr="00E930DE" w:rsidRDefault="00245C83" w:rsidP="00E930DE">
    <w:pPr>
      <w:framePr w:w="2161" w:h="2016" w:hSpace="187" w:wrap="notBeside" w:vAnchor="page" w:hAnchor="page" w:x="243" w:y="9502"/>
      <w:spacing w:line="200" w:lineRule="exact"/>
      <w:ind w:right="8"/>
      <w:jc w:val="right"/>
      <w:rPr>
        <w:rFonts w:ascii="Helvetica-Narrow" w:hAnsi="Helvetica-Narrow" w:cs="Helvetica"/>
        <w:sz w:val="16"/>
        <w:szCs w:val="16"/>
      </w:rPr>
    </w:pPr>
    <w:smartTag w:uri="urn:schemas-microsoft-com:office:smarttags" w:element="address">
      <w:smartTag w:uri="urn:schemas-microsoft-com:office:smarttags" w:element="Street">
        <w:r w:rsidRPr="00E930DE">
          <w:rPr>
            <w:rFonts w:ascii="Helvetica-Narrow" w:hAnsi="Helvetica-Narrow" w:cs="Helvetica"/>
            <w:sz w:val="16"/>
            <w:szCs w:val="16"/>
          </w:rPr>
          <w:t>578 S. Shaw Lane</w:t>
        </w:r>
      </w:smartTag>
    </w:smartTag>
    <w:r w:rsidRPr="00E930DE">
      <w:rPr>
        <w:rFonts w:ascii="Helvetica-Narrow" w:hAnsi="Helvetica-Narrow" w:cs="Helvetica"/>
        <w:sz w:val="16"/>
        <w:szCs w:val="16"/>
      </w:rPr>
      <w:t xml:space="preserve"> • Room 485</w:t>
    </w:r>
  </w:p>
  <w:p w:rsidR="00245C83" w:rsidRPr="00E930DE" w:rsidRDefault="00245C83" w:rsidP="00E930DE">
    <w:pPr>
      <w:framePr w:w="2161" w:h="2016" w:hSpace="187" w:wrap="notBeside" w:vAnchor="page" w:hAnchor="page" w:x="243" w:y="9502"/>
      <w:spacing w:line="200" w:lineRule="exact"/>
      <w:ind w:right="8"/>
      <w:jc w:val="right"/>
      <w:rPr>
        <w:rFonts w:ascii="Helvetica-Narrow" w:hAnsi="Helvetica-Narrow" w:cs="Tms Rmn"/>
        <w:sz w:val="16"/>
      </w:rPr>
    </w:pPr>
    <w:smartTag w:uri="urn:schemas-microsoft-com:office:smarttags" w:element="place">
      <w:smartTag w:uri="urn:schemas-microsoft-com:office:smarttags" w:element="City">
        <w:r w:rsidRPr="00E930DE">
          <w:rPr>
            <w:rFonts w:ascii="Helvetica-Narrow" w:hAnsi="Helvetica-Narrow" w:cs="Tms Rmn"/>
            <w:sz w:val="16"/>
          </w:rPr>
          <w:t>East Lansing</w:t>
        </w:r>
      </w:smartTag>
      <w:r w:rsidRPr="00E930DE">
        <w:rPr>
          <w:rFonts w:ascii="Helvetica-Narrow" w:hAnsi="Helvetica-Narrow" w:cs="Tms Rmn"/>
          <w:sz w:val="16"/>
        </w:rPr>
        <w:t xml:space="preserve">, </w:t>
      </w:r>
      <w:smartTag w:uri="urn:schemas-microsoft-com:office:smarttags" w:element="State">
        <w:r w:rsidRPr="00E930DE">
          <w:rPr>
            <w:rFonts w:ascii="Helvetica-Narrow" w:hAnsi="Helvetica-Narrow" w:cs="Tms Rmn"/>
            <w:sz w:val="16"/>
          </w:rPr>
          <w:t>MI</w:t>
        </w:r>
      </w:smartTag>
    </w:smartTag>
  </w:p>
  <w:p w:rsidR="00245C83" w:rsidRPr="00E930DE" w:rsidRDefault="00245C83" w:rsidP="00E930DE">
    <w:pPr>
      <w:framePr w:w="2161" w:h="2016" w:hSpace="187" w:wrap="notBeside" w:vAnchor="page" w:hAnchor="page" w:x="243" w:y="9502"/>
      <w:spacing w:line="200" w:lineRule="exact"/>
      <w:ind w:right="8"/>
      <w:jc w:val="right"/>
      <w:rPr>
        <w:rFonts w:ascii="Helvetica-Narrow" w:hAnsi="Helvetica-Narrow" w:cs="Tms Rmn"/>
        <w:sz w:val="16"/>
      </w:rPr>
    </w:pPr>
    <w:r w:rsidRPr="00E930DE">
      <w:rPr>
        <w:rFonts w:ascii="Helvetica-Narrow" w:hAnsi="Helvetica-Narrow" w:cs="Tms Rmn"/>
        <w:sz w:val="16"/>
      </w:rPr>
      <w:t>48824-1322</w:t>
    </w:r>
  </w:p>
  <w:p w:rsidR="00245C83" w:rsidRPr="00E930DE" w:rsidRDefault="00245C83" w:rsidP="00E930DE">
    <w:pPr>
      <w:framePr w:w="2161" w:h="2016" w:hSpace="187" w:wrap="notBeside" w:vAnchor="page" w:hAnchor="page" w:x="243" w:y="9502"/>
      <w:spacing w:before="40"/>
      <w:ind w:right="14"/>
      <w:jc w:val="right"/>
      <w:rPr>
        <w:rFonts w:ascii="Helvetica-Narrow" w:hAnsi="Helvetica-Narrow" w:cs="Tms Rmn"/>
        <w:sz w:val="16"/>
      </w:rPr>
    </w:pPr>
    <w:r>
      <w:rPr>
        <w:rFonts w:ascii="Helvetica-Narrow" w:hAnsi="Helvetica-Narrow" w:cs="Tms Rmn"/>
        <w:sz w:val="16"/>
      </w:rPr>
      <w:t>517-353-1086</w:t>
    </w:r>
  </w:p>
  <w:p w:rsidR="00245C83" w:rsidRPr="00E930DE" w:rsidRDefault="00245C83" w:rsidP="00E930DE">
    <w:pPr>
      <w:framePr w:w="2161" w:h="2016" w:hSpace="187" w:wrap="notBeside" w:vAnchor="page" w:hAnchor="page" w:x="243" w:y="9502"/>
      <w:spacing w:after="40"/>
      <w:ind w:right="8"/>
      <w:jc w:val="right"/>
      <w:rPr>
        <w:rFonts w:ascii="Helvetica-Narrow" w:hAnsi="Helvetica-Narrow" w:cs="Tms Rmn"/>
        <w:sz w:val="16"/>
      </w:rPr>
    </w:pPr>
    <w:r>
      <w:rPr>
        <w:rFonts w:ascii="Helvetica-Narrow" w:hAnsi="Helvetica-Narrow" w:cs="Tms Rmn"/>
        <w:sz w:val="16"/>
      </w:rPr>
      <w:t>FAX:  517-353-1793</w:t>
    </w:r>
  </w:p>
  <w:p w:rsidR="00245C83" w:rsidRDefault="009127CE" w:rsidP="002D4D05">
    <w:pPr>
      <w:pStyle w:val="Footer"/>
    </w:pPr>
    <w:r>
      <w:rPr>
        <w:noProof/>
        <w:lang w:eastAsia="zh-CN"/>
      </w:rPr>
      <w:pict>
        <v:rect id="Rectangle 3" o:spid="_x0000_s2051" style="position:absolute;margin-left:-107.8pt;margin-top:-15.6pt;width:90.7pt;height:48.7pt;z-index:1;visibility:visible" o:allowincell="f" filled="f" stroked="f" strokecolor="blue" strokeweight="4pt">
          <v:textbox inset="1pt,1pt,1pt,1pt">
            <w:txbxContent>
              <w:p w:rsidR="00245C83" w:rsidRPr="0069267F" w:rsidRDefault="00245C83" w:rsidP="0069267F">
                <w:pPr>
                  <w:tabs>
                    <w:tab w:val="center" w:pos="4320"/>
                    <w:tab w:val="right" w:pos="8640"/>
                  </w:tabs>
                  <w:ind w:right="8"/>
                  <w:jc w:val="right"/>
                  <w:rPr>
                    <w:rFonts w:ascii="Helvetica-Narrow" w:hAnsi="Helvetica-Narrow" w:cs="Tms Rmn"/>
                    <w:i/>
                    <w:sz w:val="16"/>
                  </w:rPr>
                </w:pPr>
                <w:r w:rsidRPr="0069267F">
                  <w:rPr>
                    <w:rFonts w:ascii="Arial Narrow" w:hAnsi="Arial Narrow" w:cs="Tms Rmn"/>
                    <w:i/>
                    <w:sz w:val="14"/>
                  </w:rPr>
                  <w:t xml:space="preserve">The </w:t>
                </w:r>
                <w:smartTag w:uri="urn:schemas-microsoft-com:office:smarttags" w:element="place">
                  <w:smartTag w:uri="urn:schemas-microsoft-com:office:smarttags" w:element="State">
                    <w:r w:rsidRPr="0069267F">
                      <w:rPr>
                        <w:rFonts w:ascii="Arial Narrow" w:hAnsi="Arial Narrow" w:cs="Tms Rmn"/>
                        <w:i/>
                        <w:sz w:val="14"/>
                      </w:rPr>
                      <w:t>Michigan</w:t>
                    </w:r>
                  </w:smartTag>
                </w:smartTag>
                <w:r w:rsidRPr="0069267F">
                  <w:rPr>
                    <w:rFonts w:ascii="Arial Narrow" w:hAnsi="Arial Narrow" w:cs="Tms Rmn"/>
                    <w:i/>
                    <w:sz w:val="14"/>
                  </w:rPr>
                  <w:t xml:space="preserve"> State University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br/>
                  <w:t>IDEA is Institutional Diversity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br/>
                  <w:t>Excellence in Action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br/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br/>
                  <w:t xml:space="preserve">MSU is an </w:t>
                </w:r>
                <w:proofErr w:type="gramStart"/>
                <w:r w:rsidRPr="0069267F">
                  <w:rPr>
                    <w:rFonts w:ascii="Arial Narrow" w:hAnsi="Arial Narrow" w:cs="Tms Rmn"/>
                    <w:i/>
                    <w:sz w:val="14"/>
                  </w:rPr>
                  <w:t>affirmative</w:t>
                </w:r>
                <w:r w:rsidRPr="0069267F">
                  <w:rPr>
                    <w:rFonts w:ascii="Arial Narrow" w:hAnsi="Arial Narrow" w:cs="Tms Rmn"/>
                    <w:sz w:val="14"/>
                  </w:rPr>
                  <w:t>–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t>action</w:t>
                </w:r>
                <w:proofErr w:type="gramEnd"/>
                <w:r w:rsidRPr="0069267F">
                  <w:rPr>
                    <w:rFonts w:ascii="Arial Narrow" w:hAnsi="Arial Narrow" w:cs="Tms Rmn"/>
                    <w:i/>
                    <w:sz w:val="14"/>
                  </w:rPr>
                  <w:t xml:space="preserve">, 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br/>
                  <w:t>equal</w:t>
                </w:r>
                <w:r w:rsidRPr="0069267F">
                  <w:rPr>
                    <w:rFonts w:ascii="Arial Narrow" w:hAnsi="Arial Narrow" w:cs="Tms Rmn"/>
                    <w:sz w:val="14"/>
                  </w:rPr>
                  <w:t>–</w:t>
                </w:r>
                <w:r w:rsidRPr="0069267F">
                  <w:rPr>
                    <w:rFonts w:ascii="Arial Narrow" w:hAnsi="Arial Narrow" w:cs="Tms Rmn"/>
                    <w:i/>
                    <w:sz w:val="14"/>
                  </w:rPr>
                  <w:t>opportunity institution.</w:t>
                </w:r>
              </w:p>
              <w:p w:rsidR="00245C83" w:rsidRPr="00FF2244" w:rsidRDefault="00245C83" w:rsidP="00FF2244">
                <w:pPr>
                  <w:jc w:val="right"/>
                  <w:rPr>
                    <w:rFonts w:ascii="Myriad Pro" w:hAnsi="Myriad Pro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7CE" w:rsidRDefault="009127CE">
      <w:r>
        <w:separator/>
      </w:r>
    </w:p>
  </w:footnote>
  <w:footnote w:type="continuationSeparator" w:id="0">
    <w:p w:rsidR="009127CE" w:rsidRDefault="00912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C83" w:rsidRDefault="00245C83">
    <w:pPr>
      <w:pStyle w:val="Header"/>
    </w:pPr>
  </w:p>
  <w:p w:rsidR="00245C83" w:rsidRDefault="009127CE">
    <w:pPr>
      <w:pStyle w:val="Header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-.2pt;margin-top:1.8pt;width:149.85pt;height:31.8pt;z-index:2;visibility:visible">
          <v:imagedata r:id="rId1" o:title=""/>
        </v:shape>
      </w:pict>
    </w:r>
  </w:p>
  <w:p w:rsidR="00245C83" w:rsidRDefault="00245C83">
    <w:pPr>
      <w:pStyle w:val="Header"/>
    </w:pPr>
  </w:p>
  <w:p w:rsidR="00245C83" w:rsidRDefault="00245C83">
    <w:pPr>
      <w:pStyle w:val="Header"/>
    </w:pPr>
  </w:p>
  <w:p w:rsidR="00245C83" w:rsidRDefault="00245C83">
    <w:pPr>
      <w:pStyle w:val="Header"/>
    </w:pPr>
  </w:p>
  <w:p w:rsidR="00245C83" w:rsidRDefault="009127CE">
    <w:pPr>
      <w:pStyle w:val="Header"/>
    </w:pPr>
    <w:r>
      <w:rPr>
        <w:noProof/>
        <w:lang w:eastAsia="zh-CN"/>
      </w:rPr>
      <w:pict>
        <v:shape id="Picture 1" o:spid="_x0000_s2050" type="#_x0000_t75" style="position:absolute;margin-left:-91.8pt;margin-top:286.45pt;width:74.15pt;height:74.3pt;z-index:3;visibility:visibl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7EF"/>
    <w:multiLevelType w:val="hybridMultilevel"/>
    <w:tmpl w:val="E94E0D7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A058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319E27D5"/>
    <w:multiLevelType w:val="hybridMultilevel"/>
    <w:tmpl w:val="6B42434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0Nze0MDcxsDA3MDIyNzJS0lEKTi0uzszPAykwrAUAtEBIGCwAAAA="/>
  </w:docVars>
  <w:rsids>
    <w:rsidRoot w:val="00CA31A8"/>
    <w:rsid w:val="000009C0"/>
    <w:rsid w:val="00011925"/>
    <w:rsid w:val="00016FE9"/>
    <w:rsid w:val="00017D71"/>
    <w:rsid w:val="0002306F"/>
    <w:rsid w:val="00024B79"/>
    <w:rsid w:val="00033727"/>
    <w:rsid w:val="000370F3"/>
    <w:rsid w:val="000A64F9"/>
    <w:rsid w:val="000B4C57"/>
    <w:rsid w:val="000C1B49"/>
    <w:rsid w:val="000C65B7"/>
    <w:rsid w:val="000D6D6E"/>
    <w:rsid w:val="000E1162"/>
    <w:rsid w:val="000F5038"/>
    <w:rsid w:val="00114CD9"/>
    <w:rsid w:val="00122648"/>
    <w:rsid w:val="00124C14"/>
    <w:rsid w:val="0013152F"/>
    <w:rsid w:val="001370A6"/>
    <w:rsid w:val="0014757A"/>
    <w:rsid w:val="00150371"/>
    <w:rsid w:val="00160C65"/>
    <w:rsid w:val="00183F6B"/>
    <w:rsid w:val="00187E7A"/>
    <w:rsid w:val="00187FA9"/>
    <w:rsid w:val="00190204"/>
    <w:rsid w:val="001910F7"/>
    <w:rsid w:val="001A3C31"/>
    <w:rsid w:val="001B3022"/>
    <w:rsid w:val="001B664F"/>
    <w:rsid w:val="001B7BA9"/>
    <w:rsid w:val="001E3A48"/>
    <w:rsid w:val="001E4A00"/>
    <w:rsid w:val="001F5E22"/>
    <w:rsid w:val="00206930"/>
    <w:rsid w:val="0022008E"/>
    <w:rsid w:val="002201CF"/>
    <w:rsid w:val="00240753"/>
    <w:rsid w:val="00245C83"/>
    <w:rsid w:val="0025085D"/>
    <w:rsid w:val="002513D3"/>
    <w:rsid w:val="002937B9"/>
    <w:rsid w:val="0029511E"/>
    <w:rsid w:val="00296822"/>
    <w:rsid w:val="002D2136"/>
    <w:rsid w:val="002D4D05"/>
    <w:rsid w:val="0032213E"/>
    <w:rsid w:val="0033127C"/>
    <w:rsid w:val="00331EE5"/>
    <w:rsid w:val="003464BB"/>
    <w:rsid w:val="00356001"/>
    <w:rsid w:val="00372274"/>
    <w:rsid w:val="003B5EF7"/>
    <w:rsid w:val="003D586A"/>
    <w:rsid w:val="003D7D57"/>
    <w:rsid w:val="003E1414"/>
    <w:rsid w:val="00414C99"/>
    <w:rsid w:val="00414D57"/>
    <w:rsid w:val="00420C4F"/>
    <w:rsid w:val="00423C2A"/>
    <w:rsid w:val="00435889"/>
    <w:rsid w:val="00455306"/>
    <w:rsid w:val="00464BF3"/>
    <w:rsid w:val="004838C4"/>
    <w:rsid w:val="004A6073"/>
    <w:rsid w:val="004B4FED"/>
    <w:rsid w:val="004D5F03"/>
    <w:rsid w:val="00504A8A"/>
    <w:rsid w:val="00506DEB"/>
    <w:rsid w:val="00511CA0"/>
    <w:rsid w:val="0051599D"/>
    <w:rsid w:val="00532B05"/>
    <w:rsid w:val="00542499"/>
    <w:rsid w:val="00584104"/>
    <w:rsid w:val="00584F02"/>
    <w:rsid w:val="00594709"/>
    <w:rsid w:val="005974BD"/>
    <w:rsid w:val="005B1C51"/>
    <w:rsid w:val="005B4D66"/>
    <w:rsid w:val="005B6CF9"/>
    <w:rsid w:val="005C23E9"/>
    <w:rsid w:val="005C7385"/>
    <w:rsid w:val="005F3AAF"/>
    <w:rsid w:val="00603735"/>
    <w:rsid w:val="00610F29"/>
    <w:rsid w:val="00621F82"/>
    <w:rsid w:val="00624469"/>
    <w:rsid w:val="006341CA"/>
    <w:rsid w:val="00654E50"/>
    <w:rsid w:val="0069064A"/>
    <w:rsid w:val="0069267F"/>
    <w:rsid w:val="006B6AB0"/>
    <w:rsid w:val="006C1168"/>
    <w:rsid w:val="006C6265"/>
    <w:rsid w:val="006D0937"/>
    <w:rsid w:val="006F398A"/>
    <w:rsid w:val="007245C3"/>
    <w:rsid w:val="00735777"/>
    <w:rsid w:val="00740C9B"/>
    <w:rsid w:val="00757924"/>
    <w:rsid w:val="007945AB"/>
    <w:rsid w:val="00794EB4"/>
    <w:rsid w:val="007C632B"/>
    <w:rsid w:val="007D6695"/>
    <w:rsid w:val="007E78E9"/>
    <w:rsid w:val="008027F8"/>
    <w:rsid w:val="00813D53"/>
    <w:rsid w:val="00825226"/>
    <w:rsid w:val="00882BDD"/>
    <w:rsid w:val="00886D10"/>
    <w:rsid w:val="008A3E54"/>
    <w:rsid w:val="00902BE5"/>
    <w:rsid w:val="00904213"/>
    <w:rsid w:val="009127CE"/>
    <w:rsid w:val="009474D1"/>
    <w:rsid w:val="00970F2D"/>
    <w:rsid w:val="0099575F"/>
    <w:rsid w:val="009A7AD9"/>
    <w:rsid w:val="009B13F5"/>
    <w:rsid w:val="009B36D5"/>
    <w:rsid w:val="009C038F"/>
    <w:rsid w:val="009C06E9"/>
    <w:rsid w:val="009C79F8"/>
    <w:rsid w:val="00A01730"/>
    <w:rsid w:val="00A03377"/>
    <w:rsid w:val="00A17680"/>
    <w:rsid w:val="00A31D9E"/>
    <w:rsid w:val="00A5647A"/>
    <w:rsid w:val="00A63699"/>
    <w:rsid w:val="00A95F26"/>
    <w:rsid w:val="00A96511"/>
    <w:rsid w:val="00AE4A4B"/>
    <w:rsid w:val="00B10EB6"/>
    <w:rsid w:val="00B341A8"/>
    <w:rsid w:val="00B411FF"/>
    <w:rsid w:val="00B55034"/>
    <w:rsid w:val="00B56ED0"/>
    <w:rsid w:val="00BB3D05"/>
    <w:rsid w:val="00BC485A"/>
    <w:rsid w:val="00BC6C1B"/>
    <w:rsid w:val="00BD7343"/>
    <w:rsid w:val="00BE5D76"/>
    <w:rsid w:val="00BF218A"/>
    <w:rsid w:val="00C056B9"/>
    <w:rsid w:val="00C320A0"/>
    <w:rsid w:val="00C32E46"/>
    <w:rsid w:val="00C44842"/>
    <w:rsid w:val="00C7325E"/>
    <w:rsid w:val="00C8541B"/>
    <w:rsid w:val="00CA31A8"/>
    <w:rsid w:val="00CB7CD7"/>
    <w:rsid w:val="00CD4FB2"/>
    <w:rsid w:val="00CD5B8D"/>
    <w:rsid w:val="00CE4053"/>
    <w:rsid w:val="00CE66CA"/>
    <w:rsid w:val="00CF3B88"/>
    <w:rsid w:val="00CF75C6"/>
    <w:rsid w:val="00D01339"/>
    <w:rsid w:val="00D1129F"/>
    <w:rsid w:val="00D30745"/>
    <w:rsid w:val="00D52FE7"/>
    <w:rsid w:val="00D90F91"/>
    <w:rsid w:val="00DC60DD"/>
    <w:rsid w:val="00DD73E3"/>
    <w:rsid w:val="00E65194"/>
    <w:rsid w:val="00E669C9"/>
    <w:rsid w:val="00E832A2"/>
    <w:rsid w:val="00E86020"/>
    <w:rsid w:val="00E930DE"/>
    <w:rsid w:val="00E9430F"/>
    <w:rsid w:val="00EA18B8"/>
    <w:rsid w:val="00ED7441"/>
    <w:rsid w:val="00EF778E"/>
    <w:rsid w:val="00F04F8C"/>
    <w:rsid w:val="00F07DCF"/>
    <w:rsid w:val="00F33E1D"/>
    <w:rsid w:val="00F42E7D"/>
    <w:rsid w:val="00F51F2A"/>
    <w:rsid w:val="00F56F00"/>
    <w:rsid w:val="00F660F3"/>
    <w:rsid w:val="00F80A21"/>
    <w:rsid w:val="00FA64AD"/>
    <w:rsid w:val="00FB53F4"/>
    <w:rsid w:val="00FD1C70"/>
    <w:rsid w:val="00FF2244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2"/>
    <o:shapelayout v:ext="edit">
      <o:idmap v:ext="edit" data="1"/>
    </o:shapelayout>
  </w:shapeDefaults>
  <w:decimalSymbol w:val="."/>
  <w:listSeparator w:val=","/>
  <w14:docId w14:val="52BEAA78"/>
  <w15:docId w15:val="{2884FE86-792A-4077-95E8-347ACEB5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0F3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0F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0F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0F3"/>
    <w:pPr>
      <w:keepNext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9158D"/>
    <w:rPr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link w:val="Heading2"/>
    <w:uiPriority w:val="9"/>
    <w:semiHidden/>
    <w:rsid w:val="00F9158D"/>
    <w:rPr>
      <w:rFonts w:ascii="Cambria" w:eastAsia="SimSun" w:hAnsi="Cambria" w:cs="Times New Roman"/>
      <w:b/>
      <w:bCs/>
      <w:kern w:val="0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semiHidden/>
    <w:rsid w:val="00F9158D"/>
    <w:rPr>
      <w:b/>
      <w:bCs/>
      <w:kern w:val="0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F660F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21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60F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621F82"/>
    <w:rPr>
      <w:rFonts w:cs="Times New Roman"/>
    </w:rPr>
  </w:style>
  <w:style w:type="character" w:styleId="Hyperlink">
    <w:name w:val="Hyperlink"/>
    <w:uiPriority w:val="99"/>
    <w:rsid w:val="00F660F3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660F3"/>
    <w:pPr>
      <w:framePr w:w="1779" w:h="2016" w:hSpace="187" w:wrap="notBeside" w:vAnchor="page" w:hAnchor="page" w:x="444" w:y="11521"/>
      <w:jc w:val="right"/>
    </w:pPr>
    <w:rPr>
      <w:rFonts w:ascii="Arial Narrow" w:hAnsi="Arial Narrow"/>
      <w:b/>
      <w:bCs/>
      <w:sz w:val="18"/>
    </w:rPr>
  </w:style>
  <w:style w:type="character" w:customStyle="1" w:styleId="BodyTextChar">
    <w:name w:val="Body Text Char"/>
    <w:link w:val="BodyText"/>
    <w:uiPriority w:val="99"/>
    <w:semiHidden/>
    <w:rsid w:val="00F9158D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87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158D"/>
    <w:rPr>
      <w:kern w:val="0"/>
      <w:sz w:val="0"/>
      <w:szCs w:val="0"/>
      <w:lang w:eastAsia="en-US"/>
    </w:rPr>
  </w:style>
  <w:style w:type="paragraph" w:styleId="ListParagraph">
    <w:name w:val="List Paragraph"/>
    <w:basedOn w:val="Normal"/>
    <w:uiPriority w:val="99"/>
    <w:qFormat/>
    <w:rsid w:val="005F3AAF"/>
    <w:pPr>
      <w:ind w:left="720"/>
      <w:contextualSpacing/>
    </w:pPr>
  </w:style>
  <w:style w:type="table" w:styleId="TableGrid">
    <w:name w:val="Table Grid"/>
    <w:basedOn w:val="TableNormal"/>
    <w:uiPriority w:val="99"/>
    <w:rsid w:val="00D3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ject">
    <w:name w:val="Subject"/>
    <w:basedOn w:val="Normal"/>
    <w:uiPriority w:val="99"/>
    <w:rsid w:val="001B3022"/>
    <w:pPr>
      <w:spacing w:before="60" w:after="60"/>
    </w:pPr>
    <w:rPr>
      <w:rFonts w:ascii="Tms Rmn" w:hAnsi="Tms Rmn" w:cs="Arrow"/>
    </w:rPr>
  </w:style>
  <w:style w:type="paragraph" w:styleId="Date">
    <w:name w:val="Date"/>
    <w:basedOn w:val="Normal"/>
    <w:link w:val="DateChar"/>
    <w:uiPriority w:val="99"/>
    <w:rsid w:val="001B3022"/>
    <w:pPr>
      <w:spacing w:before="60" w:after="60"/>
    </w:pPr>
    <w:rPr>
      <w:rFonts w:ascii="Tms Rmn" w:hAnsi="Tms Rmn" w:cs="Arrow"/>
    </w:rPr>
  </w:style>
  <w:style w:type="character" w:customStyle="1" w:styleId="DateChar">
    <w:name w:val="Date Char"/>
    <w:link w:val="Date"/>
    <w:uiPriority w:val="99"/>
    <w:locked/>
    <w:rsid w:val="001B3022"/>
    <w:rPr>
      <w:rFonts w:ascii="Tms Rmn" w:hAnsi="Tms Rmn" w:cs="Arrow"/>
    </w:rPr>
  </w:style>
  <w:style w:type="character" w:styleId="PageNumber">
    <w:name w:val="page number"/>
    <w:uiPriority w:val="99"/>
    <w:rsid w:val="001B3022"/>
    <w:rPr>
      <w:rFonts w:cs="Times New Roman"/>
    </w:rPr>
  </w:style>
  <w:style w:type="paragraph" w:styleId="NormalWeb">
    <w:name w:val="Normal (Web)"/>
    <w:basedOn w:val="Normal"/>
    <w:uiPriority w:val="99"/>
    <w:rsid w:val="0002306F"/>
    <w:pPr>
      <w:spacing w:before="100" w:beforeAutospacing="1" w:after="100" w:afterAutospacing="1"/>
    </w:pPr>
    <w:rPr>
      <w:rFonts w:ascii="SimSun" w:hAnsi="SimSun" w:cs="SimSun"/>
      <w:sz w:val="24"/>
      <w:szCs w:val="24"/>
      <w:lang w:eastAsia="zh-CN"/>
    </w:rPr>
  </w:style>
  <w:style w:type="paragraph" w:customStyle="1" w:styleId="Default">
    <w:name w:val="Default"/>
    <w:uiPriority w:val="99"/>
    <w:rsid w:val="0002306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02306F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CD5B8D"/>
    <w:rPr>
      <w:rFonts w:ascii="Calibri" w:eastAsia="DengXi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33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un@chemistry.msu.ed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evelopment\Share\Alumni%20Board\shirts\Color%20Club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Color Club memo.dot</Template>
  <TotalTime>169</TotalTime>
  <Pages>1</Pages>
  <Words>142</Words>
  <Characters>816</Characters>
  <Application>Microsoft Office Word</Application>
  <DocSecurity>0</DocSecurity>
  <Lines>6</Lines>
  <Paragraphs>1</Paragraphs>
  <ScaleCrop>false</ScaleCrop>
  <Company>Natural Science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CNS</dc:creator>
  <cp:keywords/>
  <dc:description/>
  <cp:lastModifiedBy>sungroup</cp:lastModifiedBy>
  <cp:revision>46</cp:revision>
  <cp:lastPrinted>2015-03-23T17:33:00Z</cp:lastPrinted>
  <dcterms:created xsi:type="dcterms:W3CDTF">2016-09-07T20:02:00Z</dcterms:created>
  <dcterms:modified xsi:type="dcterms:W3CDTF">2018-07-27T17:55:00Z</dcterms:modified>
</cp:coreProperties>
</file>